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71723" w14:textId="77777777" w:rsidR="000C66E0" w:rsidRDefault="000C66E0" w:rsidP="006E5C6C"/>
    <w:p w14:paraId="7EAD1D09" w14:textId="2ECC416F" w:rsidR="00354C5C" w:rsidRDefault="00354C5C" w:rsidP="006E5C6C">
      <w:r>
        <w:t xml:space="preserve">Příloha č. </w:t>
      </w:r>
      <w:r w:rsidR="000C66E0">
        <w:t>2</w:t>
      </w:r>
      <w:r>
        <w:t xml:space="preserve"> Výzvy k podání nabídky</w:t>
      </w:r>
    </w:p>
    <w:p w14:paraId="523FE11F" w14:textId="5E33DE0B" w:rsidR="008B1A2C" w:rsidRPr="00B87D91" w:rsidRDefault="008B1A2C" w:rsidP="00471806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070A9A" w:rsidRPr="00070A9A">
        <w:rPr>
          <w:b/>
          <w:color w:val="FF5200" w:themeColor="accent2"/>
          <w:sz w:val="36"/>
          <w:szCs w:val="36"/>
        </w:rPr>
        <w:t>Provedení preventivní prohlídky P2 na MUV 74.2, MUV 75 a MVTV 2.2; 2.3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07905BC1" w:rsidR="00DB5DF0" w:rsidRPr="00AB204F" w:rsidRDefault="00DB5DF0" w:rsidP="00070A9A">
      <w:pPr>
        <w:pStyle w:val="text"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97F20" w:rsidRPr="00697F20">
        <w:rPr>
          <w:rFonts w:ascii="Verdana" w:hAnsi="Verdana"/>
          <w:b/>
          <w:sz w:val="18"/>
          <w:szCs w:val="18"/>
        </w:rPr>
        <w:t>„</w:t>
      </w:r>
      <w:r w:rsidR="00070A9A" w:rsidRPr="00070A9A">
        <w:rPr>
          <w:rFonts w:ascii="Verdana" w:hAnsi="Verdana"/>
          <w:b/>
          <w:sz w:val="18"/>
          <w:szCs w:val="18"/>
        </w:rPr>
        <w:t xml:space="preserve">Provedení preventivní prohlídky P2 na MUV 74.2, MUV 75 </w:t>
      </w:r>
      <w:bookmarkStart w:id="1" w:name="_GoBack"/>
      <w:r w:rsidR="00070A9A" w:rsidRPr="00070A9A">
        <w:rPr>
          <w:rFonts w:ascii="Verdana" w:hAnsi="Verdana"/>
          <w:b/>
          <w:sz w:val="18"/>
          <w:szCs w:val="18"/>
        </w:rPr>
        <w:t>a MVTV 2.2; 2.3</w:t>
      </w:r>
      <w:r w:rsidR="00697F20" w:rsidRPr="00697F20">
        <w:rPr>
          <w:rFonts w:ascii="Verdana" w:hAnsi="Verdana"/>
          <w:b/>
          <w:sz w:val="18"/>
          <w:szCs w:val="18"/>
        </w:rPr>
        <w:t>“</w:t>
      </w:r>
      <w:r w:rsidRPr="00AB204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070A9A">
      <w:pPr>
        <w:jc w:val="both"/>
      </w:pPr>
    </w:p>
    <w:p w14:paraId="0191CDFC" w14:textId="4F86F948" w:rsidR="00A93A74" w:rsidRDefault="00A93A74" w:rsidP="00070A9A">
      <w:pPr>
        <w:jc w:val="both"/>
      </w:pPr>
      <w:r>
        <w:t xml:space="preserve">Účastník prohlašuje, že veškeré údaje uvedené v tomto krycím listu, který je přílohou č. </w:t>
      </w:r>
      <w:r w:rsidR="00070A9A">
        <w:t>2</w:t>
      </w:r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 xml:space="preserve">. Účastník si je vědom důsledků záměrného uvedení nepravdivých údajů, které v rovině tohoto zadávacího </w:t>
      </w:r>
      <w:bookmarkEnd w:id="1"/>
      <w:r w:rsidRPr="00640B86">
        <w:t>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8658D97" w:rsidR="008B1A2C" w:rsidRDefault="009B5813" w:rsidP="008B1A2C">
      <w:r>
        <w:t xml:space="preserve">Cena </w:t>
      </w:r>
      <w:r w:rsidR="00DB5DF0">
        <w:t>celkem</w:t>
      </w:r>
      <w:r w:rsidR="00C87B78">
        <w:t xml:space="preserve"> </w:t>
      </w:r>
      <w:r w:rsidR="009B531F">
        <w:t>(</w:t>
      </w:r>
      <w:r w:rsidR="00C87B78">
        <w:t>bez</w:t>
      </w:r>
      <w:r>
        <w:t xml:space="preserve"> DPH</w:t>
      </w:r>
      <w:r w:rsidR="009B531F">
        <w:t>)</w:t>
      </w:r>
      <w:r w:rsidR="008B1A2C">
        <w:t>:</w:t>
      </w:r>
      <w:r w:rsidR="00DB5DF0">
        <w:t xml:space="preserve"> </w:t>
      </w:r>
      <w:r w:rsidR="00DB5DF0" w:rsidRPr="00DB5DF0">
        <w:rPr>
          <w:b/>
        </w:rPr>
        <w:t>…………………</w:t>
      </w:r>
      <w:r w:rsidR="009B531F">
        <w:rPr>
          <w:b/>
        </w:rPr>
        <w:t>,- Kč</w:t>
      </w:r>
      <w:r w:rsidR="00AB15AB">
        <w:rPr>
          <w:b/>
        </w:rPr>
        <w:t xml:space="preserve"> bez DPH </w:t>
      </w:r>
      <w:r w:rsidR="009B531F" w:rsidRPr="009B531F">
        <w:t xml:space="preserve">na základě </w:t>
      </w:r>
      <w:r w:rsidR="009B531F">
        <w:t xml:space="preserve">vyplněné </w:t>
      </w:r>
      <w:r w:rsidR="00697F20">
        <w:t>přílohy</w:t>
      </w:r>
      <w:r w:rsidR="00874598">
        <w:t xml:space="preserve"> č. 3 zadávací dokumentace</w:t>
      </w:r>
      <w:r w:rsidR="00697F20">
        <w:t>.</w:t>
      </w:r>
    </w:p>
    <w:p w14:paraId="47CF4E18" w14:textId="77777777" w:rsidR="00697F20" w:rsidRDefault="00697F20" w:rsidP="008B1A2C"/>
    <w:p w14:paraId="1BCCDE47" w14:textId="03F707E3" w:rsidR="00DB5DF0" w:rsidRDefault="00DB5DF0" w:rsidP="008B1A2C"/>
    <w:p w14:paraId="36F6438A" w14:textId="2DB18776" w:rsidR="00DB5DF0" w:rsidRDefault="00DB5DF0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70A9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70A9A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D92EF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0A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0A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6F04E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0A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0A9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0FF82D04" w:rsidR="00F1715C" w:rsidRPr="00D6163D" w:rsidRDefault="000C66E0" w:rsidP="000C66E0">
    <w:pPr>
      <w:pStyle w:val="Zhlav"/>
      <w:ind w:hanging="1134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EE3AEC5" wp14:editId="3FB49DDF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0A9A"/>
    <w:rsid w:val="00072C1E"/>
    <w:rsid w:val="000A412D"/>
    <w:rsid w:val="000C66E0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71806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97F20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74598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31CA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B15AB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6163D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D0404D-2185-43EF-AE96-C698E718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17</TotalTime>
  <Pages>2</Pages>
  <Words>295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11</cp:revision>
  <cp:lastPrinted>2017-11-28T17:18:00Z</cp:lastPrinted>
  <dcterms:created xsi:type="dcterms:W3CDTF">2020-11-02T09:01:00Z</dcterms:created>
  <dcterms:modified xsi:type="dcterms:W3CDTF">2021-12-03T11:12:00Z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